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63320">
        <w:rPr>
          <w:rFonts w:ascii="Arial" w:hAnsi="Arial" w:cs="Arial"/>
          <w:b/>
          <w:caps/>
          <w:sz w:val="28"/>
          <w:szCs w:val="28"/>
        </w:rPr>
        <w:t>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6332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63320">
              <w:rPr>
                <w:rFonts w:ascii="Arial" w:hAnsi="Arial" w:cs="Arial"/>
                <w:sz w:val="20"/>
                <w:szCs w:val="20"/>
              </w:rPr>
              <w:t>À EDP, solicitando a substituição de poste de madeira existente defronte do nº 69 da Rua Graciliano Ramos, no Jardim Nova Esperança,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63320" w:rsidRPr="00563320">
        <w:rPr>
          <w:rFonts w:ascii="Arial" w:hAnsi="Arial" w:cs="Arial"/>
        </w:rPr>
        <w:t xml:space="preserve">à EDP solicitando a substituição de </w:t>
      </w:r>
      <w:r w:rsidR="00563320">
        <w:rPr>
          <w:rFonts w:ascii="Arial" w:hAnsi="Arial" w:cs="Arial"/>
        </w:rPr>
        <w:t xml:space="preserve">um </w:t>
      </w:r>
      <w:r w:rsidR="00563320" w:rsidRPr="00563320">
        <w:rPr>
          <w:rFonts w:ascii="Arial" w:hAnsi="Arial" w:cs="Arial"/>
        </w:rPr>
        <w:t>poste de madeira existente defronte do nº 69 da Rua Graciliano Ramos, no Jardim Nova Esperança, neste Município.</w:t>
      </w:r>
    </w:p>
    <w:p w:rsidR="00563320" w:rsidRPr="00691CF5" w:rsidRDefault="00563320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63320">
        <w:rPr>
          <w:rFonts w:ascii="Arial" w:hAnsi="Arial" w:cs="Arial"/>
        </w:rPr>
        <w:t xml:space="preserve">O poste em questão </w:t>
      </w:r>
      <w:r>
        <w:rPr>
          <w:rFonts w:ascii="Arial" w:hAnsi="Arial" w:cs="Arial"/>
        </w:rPr>
        <w:t>se</w:t>
      </w:r>
      <w:r w:rsidRPr="00563320">
        <w:rPr>
          <w:rFonts w:ascii="Arial" w:hAnsi="Arial" w:cs="Arial"/>
        </w:rPr>
        <w:t xml:space="preserve"> encontra avariado pela ação do tempo, motivo pelo qual o mesmo deve ser substituído </w:t>
      </w:r>
      <w:r w:rsidRPr="00563320">
        <w:rPr>
          <w:rFonts w:ascii="Arial" w:hAnsi="Arial" w:cs="Arial"/>
          <w:u w:val="single"/>
        </w:rPr>
        <w:t>em caráter de urgência</w:t>
      </w:r>
      <w:r w:rsidRPr="00563320"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563320">
        <w:rPr>
          <w:rFonts w:ascii="Arial" w:hAnsi="Arial" w:cs="Arial"/>
        </w:rPr>
        <w:t>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63320" w:rsidRDefault="0070008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63320">
        <w:rPr>
          <w:rFonts w:ascii="Arial" w:hAnsi="Arial" w:cs="Arial"/>
        </w:rPr>
        <w:t>4 de abril de 2018.</w:t>
      </w:r>
    </w:p>
    <w:p w:rsidR="00563320" w:rsidRDefault="0056332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3320" w:rsidRDefault="0056332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3320" w:rsidRDefault="0056332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3320" w:rsidRPr="00A34F2C" w:rsidRDefault="00563320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563320" w:rsidRDefault="00563320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563320" w:rsidRPr="00A34F2C" w:rsidRDefault="00563320" w:rsidP="00563320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>
        <w:rPr>
          <w:rFonts w:ascii="Arial" w:hAnsi="Arial" w:cs="Arial"/>
        </w:rPr>
        <w:t xml:space="preserve"> - Líder do Governo</w:t>
      </w:r>
      <w:bookmarkStart w:id="0" w:name="_GoBack"/>
      <w:bookmarkEnd w:id="0"/>
    </w:p>
    <w:sectPr w:rsidR="0056332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F9E" w:rsidRDefault="00EF2F9E">
      <w:r>
        <w:separator/>
      </w:r>
    </w:p>
  </w:endnote>
  <w:endnote w:type="continuationSeparator" w:id="0">
    <w:p w:rsidR="00EF2F9E" w:rsidRDefault="00EF2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F9E" w:rsidRDefault="00EF2F9E">
      <w:r>
        <w:separator/>
      </w:r>
    </w:p>
  </w:footnote>
  <w:footnote w:type="continuationSeparator" w:id="0">
    <w:p w:rsidR="00EF2F9E" w:rsidRDefault="00EF2F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320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2F9E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96B5E-CFCC-4B8B-A6E2-952C191AE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140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2018-03-29T15:30:00Z</dcterms:created>
  <dcterms:modified xsi:type="dcterms:W3CDTF">2018-03-29T15:30:00Z</dcterms:modified>
</cp:coreProperties>
</file>